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64CF" w14:textId="11A0AB49" w:rsidR="00DA6972" w:rsidRPr="0002111D" w:rsidRDefault="00DA6972" w:rsidP="00DA6972">
      <w:pPr>
        <w:pStyle w:val="Subtitle"/>
        <w:jc w:val="left"/>
        <w:rPr>
          <w:rFonts w:ascii="Trebuchet MS" w:hAnsi="Trebuchet MS"/>
          <w:szCs w:val="24"/>
        </w:rPr>
      </w:pPr>
      <w:r w:rsidRPr="0002111D">
        <w:rPr>
          <w:rFonts w:ascii="Trebuchet MS" w:hAnsi="Trebuchet MS"/>
          <w:szCs w:val="24"/>
        </w:rPr>
        <w:t xml:space="preserve">ANEXA </w:t>
      </w:r>
      <w:r w:rsidR="00B04333">
        <w:rPr>
          <w:rFonts w:ascii="Trebuchet MS" w:hAnsi="Trebuchet MS"/>
          <w:szCs w:val="24"/>
        </w:rPr>
        <w:t>N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720BEAB5" w14:textId="27F05DAE" w:rsidR="003618CE" w:rsidRPr="00833DCE" w:rsidRDefault="000D3772" w:rsidP="003618CE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 xml:space="preserve">SCRISOARE </w:t>
      </w:r>
      <w:r w:rsidR="003618CE">
        <w:rPr>
          <w:rFonts w:ascii="Trebuchet MS" w:hAnsi="Trebuchet MS"/>
          <w:sz w:val="22"/>
          <w:szCs w:val="22"/>
        </w:rPr>
        <w:t xml:space="preserve">PRIVIND DESEMNAREA MEMBRILOR </w:t>
      </w:r>
      <w:r w:rsidR="00B04333">
        <w:rPr>
          <w:rFonts w:ascii="Trebuchet MS" w:hAnsi="Trebuchet MS"/>
          <w:sz w:val="22"/>
          <w:szCs w:val="22"/>
        </w:rPr>
        <w:t>OBSERVATORI IN</w:t>
      </w:r>
    </w:p>
    <w:p w14:paraId="4377BEA0" w14:textId="41BA309E" w:rsidR="000D3772" w:rsidRPr="00833DCE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 xml:space="preserve"> CM PR SV OLTENIA</w:t>
      </w:r>
    </w:p>
    <w:p w14:paraId="1E1B0DD5" w14:textId="77777777" w:rsidR="00140692" w:rsidRPr="00833DCE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5E4FF9AC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833DCE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.......</w:t>
      </w:r>
      <w:r w:rsidRPr="00833DCE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833DCE">
        <w:rPr>
          <w:rFonts w:ascii="Trebuchet MS" w:hAnsi="Trebuchet MS"/>
          <w:sz w:val="22"/>
          <w:szCs w:val="22"/>
          <w:lang w:val="ro-RO"/>
        </w:rPr>
        <w:t>...</w:t>
      </w:r>
      <w:r w:rsidR="00A42A92" w:rsidRPr="00833DCE">
        <w:rPr>
          <w:rFonts w:ascii="Trebuchet MS" w:hAnsi="Trebuchet MS"/>
          <w:sz w:val="22"/>
          <w:szCs w:val="22"/>
          <w:lang w:val="ro-RO"/>
        </w:rPr>
        <w:t>..</w:t>
      </w:r>
      <w:r w:rsidRPr="00833DCE">
        <w:rPr>
          <w:rFonts w:ascii="Trebuchet MS" w:hAnsi="Trebuchet MS"/>
          <w:sz w:val="22"/>
          <w:szCs w:val="22"/>
          <w:lang w:val="ro-RO"/>
        </w:rPr>
        <w:t>..20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833DCE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833DCE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6E501B63" w:rsidR="00140692" w:rsidRPr="00833DCE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735974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735974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833DCE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833DCE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833DCE" w14:paraId="726CDD33" w14:textId="77777777" w:rsidTr="00A43C90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</w:tcPr>
          <w:p w14:paraId="66D7733D" w14:textId="5F61910A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  <w:r w:rsidRPr="006A5A26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833DCE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759D69E5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833DCE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0251.411.869/ 0251411688</w:t>
            </w:r>
          </w:p>
        </w:tc>
      </w:tr>
      <w:tr w:rsidR="00140692" w:rsidRPr="00833DCE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4D379308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informare privind </w:t>
            </w:r>
            <w:r w:rsidR="00620B71">
              <w:rPr>
                <w:rFonts w:ascii="Trebuchet MS" w:hAnsi="Trebuchet MS" w:cs="Arial"/>
                <w:sz w:val="22"/>
                <w:szCs w:val="22"/>
                <w:lang w:val="ro-RO"/>
              </w:rPr>
              <w:t>desemnarea membrilor</w:t>
            </w:r>
            <w:r w:rsidR="006A5A26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observatori</w:t>
            </w:r>
          </w:p>
        </w:tc>
      </w:tr>
      <w:tr w:rsidR="00140692" w:rsidRPr="00833DCE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1967BE39" w:rsidR="00140692" w:rsidRPr="00833DCE" w:rsidRDefault="00E113A3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2 </w:t>
            </w:r>
          </w:p>
        </w:tc>
      </w:tr>
    </w:tbl>
    <w:p w14:paraId="410503B1" w14:textId="77777777" w:rsidR="00140692" w:rsidRPr="00833DCE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833DCE">
        <w:rPr>
          <w:rFonts w:ascii="Trebuchet MS" w:hAnsi="Trebuchet MS"/>
          <w:sz w:val="22"/>
          <w:szCs w:val="22"/>
          <w:lang w:val="fr-FR"/>
        </w:rPr>
        <w:tab/>
      </w:r>
    </w:p>
    <w:p w14:paraId="106E1E4A" w14:textId="77777777" w:rsidR="00EB5128" w:rsidRPr="00833DCE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56F55FA7" w:rsidR="00140692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D43ED1" w:rsidRPr="00833DCE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833DCE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833DCE">
        <w:rPr>
          <w:rFonts w:ascii="Trebuchet MS" w:hAnsi="Trebuchet MS" w:cs="Arial"/>
          <w:sz w:val="22"/>
          <w:szCs w:val="22"/>
          <w:lang w:val="ro-RO"/>
        </w:rPr>
        <w:t>,</w:t>
      </w:r>
    </w:p>
    <w:p w14:paraId="1E636B4D" w14:textId="77777777" w:rsidR="003618CE" w:rsidRPr="00833DCE" w:rsidRDefault="003618CE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</w:p>
    <w:p w14:paraId="3AF9C768" w14:textId="77777777" w:rsidR="00D7593E" w:rsidRDefault="003618CE" w:rsidP="003618CE">
      <w:pPr>
        <w:pStyle w:val="Default"/>
        <w:spacing w:line="276" w:lineRule="auto"/>
        <w:ind w:firstLine="720"/>
        <w:jc w:val="both"/>
      </w:pPr>
      <w:proofErr w:type="spellStart"/>
      <w:r>
        <w:t>Agenția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Regională</w:t>
      </w:r>
      <w:proofErr w:type="spellEnd"/>
      <w:r>
        <w:t xml:space="preserve"> Sud-Vest Oltenia </w:t>
      </w:r>
      <w:proofErr w:type="spellStart"/>
      <w:r>
        <w:t>demarat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constituire</w:t>
      </w:r>
      <w:proofErr w:type="spellEnd"/>
      <w:r>
        <w:t xml:space="preserve"> a </w:t>
      </w:r>
      <w:proofErr w:type="spellStart"/>
      <w:r>
        <w:t>Comitetului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Regional Sud-Vest Oltenia 2021 – 2027, </w:t>
      </w:r>
      <w:proofErr w:type="gramStart"/>
      <w:r>
        <w:t xml:space="preserve">program </w:t>
      </w:r>
      <w:r w:rsidR="00D7593E">
        <w:t xml:space="preserve"> </w:t>
      </w:r>
      <w:proofErr w:type="spellStart"/>
      <w:r w:rsidR="00D7593E">
        <w:t>ce</w:t>
      </w:r>
      <w:proofErr w:type="spellEnd"/>
      <w:proofErr w:type="gramEnd"/>
      <w:r w:rsidR="00D7593E">
        <w:t xml:space="preserve"> a </w:t>
      </w:r>
      <w:proofErr w:type="spellStart"/>
      <w:r w:rsidR="00D7593E">
        <w:t>fost</w:t>
      </w:r>
      <w:proofErr w:type="spellEnd"/>
      <w:r w:rsidR="00D7593E">
        <w:t xml:space="preserve"> </w:t>
      </w:r>
      <w:proofErr w:type="spellStart"/>
      <w:r w:rsidR="00D7593E">
        <w:t>aprobat</w:t>
      </w:r>
      <w:proofErr w:type="spellEnd"/>
      <w:r w:rsidR="00D7593E">
        <w:t xml:space="preserve"> de </w:t>
      </w:r>
      <w:proofErr w:type="spellStart"/>
      <w:r w:rsidR="00D7593E">
        <w:t>catre</w:t>
      </w:r>
      <w:proofErr w:type="spellEnd"/>
      <w:r w:rsidR="00D7593E">
        <w:t xml:space="preserve"> </w:t>
      </w:r>
      <w:proofErr w:type="spellStart"/>
      <w:r>
        <w:t>Comisi</w:t>
      </w:r>
      <w:r w:rsidR="00D7593E">
        <w:t>a</w:t>
      </w:r>
      <w:proofErr w:type="spellEnd"/>
      <w:r>
        <w:t xml:space="preserve"> </w:t>
      </w:r>
      <w:proofErr w:type="spellStart"/>
      <w:r>
        <w:t>Europe</w:t>
      </w:r>
      <w:r w:rsidR="00D7593E">
        <w:t>a</w:t>
      </w:r>
      <w:r>
        <w:t>n</w:t>
      </w:r>
      <w:r w:rsidR="00D7593E">
        <w:t>a</w:t>
      </w:r>
      <w:proofErr w:type="spellEnd"/>
      <w:r w:rsidR="00D7593E">
        <w:t xml:space="preserve"> in data de 14.10.2022</w:t>
      </w:r>
      <w:r>
        <w:t xml:space="preserve">. </w:t>
      </w:r>
    </w:p>
    <w:p w14:paraId="18E04C28" w14:textId="3BF96288" w:rsidR="00D7593E" w:rsidRDefault="00D7593E" w:rsidP="003618CE">
      <w:pPr>
        <w:pStyle w:val="Default"/>
        <w:spacing w:line="276" w:lineRule="auto"/>
        <w:ind w:firstLine="720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Sud Vest Oltenia </w:t>
      </w:r>
      <w:proofErr w:type="spellStart"/>
      <w:r w:rsidR="003618CE">
        <w:t>este</w:t>
      </w:r>
      <w:proofErr w:type="spellEnd"/>
      <w:r w:rsidR="003618CE">
        <w:t xml:space="preserve"> o </w:t>
      </w:r>
      <w:proofErr w:type="spellStart"/>
      <w:r w:rsidR="003618CE">
        <w:t>structură</w:t>
      </w:r>
      <w:proofErr w:type="spellEnd"/>
      <w:r w:rsidR="003618CE">
        <w:t xml:space="preserve"> de tip </w:t>
      </w:r>
      <w:proofErr w:type="spellStart"/>
      <w:r w:rsidR="003618CE">
        <w:t>partenerial</w:t>
      </w:r>
      <w:proofErr w:type="spellEnd"/>
      <w:r w:rsidR="003618CE">
        <w:t xml:space="preserve">, </w:t>
      </w:r>
      <w:proofErr w:type="spellStart"/>
      <w:r w:rsidR="003618CE">
        <w:t>fără</w:t>
      </w:r>
      <w:proofErr w:type="spellEnd"/>
      <w:r w:rsidR="003618CE">
        <w:t xml:space="preserve"> </w:t>
      </w:r>
      <w:proofErr w:type="spellStart"/>
      <w:r w:rsidR="003618CE">
        <w:t>personalitate</w:t>
      </w:r>
      <w:proofErr w:type="spellEnd"/>
      <w:r w:rsidR="003618CE">
        <w:t xml:space="preserve"> </w:t>
      </w:r>
      <w:proofErr w:type="spellStart"/>
      <w:r w:rsidR="003618CE">
        <w:t>juridică</w:t>
      </w:r>
      <w:proofErr w:type="spellEnd"/>
      <w:r w:rsidR="003618CE">
        <w:t xml:space="preserve">, cu </w:t>
      </w:r>
      <w:proofErr w:type="spellStart"/>
      <w:r w:rsidR="003618CE">
        <w:t>rol</w:t>
      </w:r>
      <w:proofErr w:type="spellEnd"/>
      <w:r w:rsidR="003618CE">
        <w:t xml:space="preserve"> </w:t>
      </w:r>
      <w:proofErr w:type="spellStart"/>
      <w:r w:rsidR="003618CE">
        <w:t>decizional</w:t>
      </w:r>
      <w:proofErr w:type="spellEnd"/>
      <w:r w:rsidR="003618CE">
        <w:t xml:space="preserve"> strategic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procesul</w:t>
      </w:r>
      <w:proofErr w:type="spellEnd"/>
      <w:r w:rsidR="003618CE">
        <w:t xml:space="preserve"> de </w:t>
      </w:r>
      <w:proofErr w:type="spellStart"/>
      <w:r w:rsidR="003618CE">
        <w:t>implementare</w:t>
      </w:r>
      <w:proofErr w:type="spellEnd"/>
      <w:r w:rsidR="003618CE">
        <w:t xml:space="preserve"> a </w:t>
      </w:r>
      <w:proofErr w:type="spellStart"/>
      <w:r w:rsidR="003618CE">
        <w:t>Programul</w:t>
      </w:r>
      <w:r>
        <w:t>ui</w:t>
      </w:r>
      <w:proofErr w:type="spellEnd"/>
      <w:r w:rsidR="003618CE">
        <w:t xml:space="preserve"> Regional </w:t>
      </w:r>
      <w:r>
        <w:t>Sud-</w:t>
      </w:r>
      <w:r w:rsidR="003618CE">
        <w:t xml:space="preserve">Vest </w:t>
      </w:r>
      <w:r>
        <w:t xml:space="preserve">Oltenia </w:t>
      </w:r>
      <w:r w:rsidR="003618CE">
        <w:t xml:space="preserve">2021 – 2027, </w:t>
      </w:r>
      <w:proofErr w:type="spellStart"/>
      <w:r w:rsidR="003618CE">
        <w:t>constituit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conformitate</w:t>
      </w:r>
      <w:proofErr w:type="spellEnd"/>
      <w:r w:rsidR="003618CE">
        <w:t xml:space="preserve"> cu </w:t>
      </w:r>
      <w:proofErr w:type="spellStart"/>
      <w:r w:rsidR="003618CE">
        <w:t>prevederile</w:t>
      </w:r>
      <w:proofErr w:type="spellEnd"/>
      <w:r w:rsidR="003618CE">
        <w:t xml:space="preserve"> </w:t>
      </w:r>
      <w:proofErr w:type="spellStart"/>
      <w:r w:rsidR="003618CE">
        <w:t>Regulamentului</w:t>
      </w:r>
      <w:proofErr w:type="spellEnd"/>
      <w:r w:rsidR="003618CE">
        <w:t xml:space="preserve"> (UE) nr. 1060/2021 (RDC) </w:t>
      </w:r>
      <w:proofErr w:type="spellStart"/>
      <w:r w:rsidR="003618CE">
        <w:t>și</w:t>
      </w:r>
      <w:proofErr w:type="spellEnd"/>
      <w:r w:rsidR="003618CE">
        <w:t xml:space="preserve"> care se </w:t>
      </w:r>
      <w:proofErr w:type="spellStart"/>
      <w:r w:rsidR="003618CE">
        <w:t>va</w:t>
      </w:r>
      <w:proofErr w:type="spellEnd"/>
      <w:r w:rsidR="003618CE">
        <w:t xml:space="preserve"> </w:t>
      </w:r>
      <w:proofErr w:type="spellStart"/>
      <w:r w:rsidR="003618CE">
        <w:t>reuni</w:t>
      </w:r>
      <w:proofErr w:type="spellEnd"/>
      <w:r w:rsidR="003618CE">
        <w:t xml:space="preserve"> pe </w:t>
      </w:r>
      <w:proofErr w:type="spellStart"/>
      <w:r w:rsidR="003618CE">
        <w:t>parcursul</w:t>
      </w:r>
      <w:proofErr w:type="spellEnd"/>
      <w:r w:rsidR="003618CE">
        <w:t xml:space="preserve"> </w:t>
      </w:r>
      <w:proofErr w:type="spellStart"/>
      <w:r w:rsidR="003618CE">
        <w:t>întregii</w:t>
      </w:r>
      <w:proofErr w:type="spellEnd"/>
      <w:r w:rsidR="003618CE">
        <w:t xml:space="preserve"> </w:t>
      </w:r>
      <w:proofErr w:type="spellStart"/>
      <w:r w:rsidR="003618CE">
        <w:t>perioade</w:t>
      </w:r>
      <w:proofErr w:type="spellEnd"/>
      <w:r w:rsidR="003618CE">
        <w:t xml:space="preserve"> de </w:t>
      </w:r>
      <w:proofErr w:type="spellStart"/>
      <w:r w:rsidR="003618CE">
        <w:t>programare</w:t>
      </w:r>
      <w:proofErr w:type="spellEnd"/>
      <w:r w:rsidR="003618CE">
        <w:t xml:space="preserve"> </w:t>
      </w:r>
      <w:proofErr w:type="spellStart"/>
      <w:r w:rsidR="003618CE">
        <w:t>pentru</w:t>
      </w:r>
      <w:proofErr w:type="spellEnd"/>
      <w:r w:rsidR="003618CE">
        <w:t xml:space="preserve"> a </w:t>
      </w:r>
      <w:proofErr w:type="spellStart"/>
      <w:r w:rsidR="003618CE">
        <w:t>urmări</w:t>
      </w:r>
      <w:proofErr w:type="spellEnd"/>
      <w:r w:rsidR="003618CE">
        <w:t xml:space="preserve"> </w:t>
      </w:r>
      <w:proofErr w:type="spellStart"/>
      <w:r w:rsidR="003618CE">
        <w:t>implementarea</w:t>
      </w:r>
      <w:proofErr w:type="spellEnd"/>
      <w:r w:rsidR="003618CE">
        <w:t xml:space="preserve"> </w:t>
      </w:r>
      <w:proofErr w:type="spellStart"/>
      <w:r w:rsidR="003618CE">
        <w:t>programului</w:t>
      </w:r>
      <w:proofErr w:type="spellEnd"/>
      <w:r w:rsidR="003618CE">
        <w:t xml:space="preserve"> </w:t>
      </w:r>
      <w:proofErr w:type="spellStart"/>
      <w:r w:rsidR="003618CE">
        <w:t>și</w:t>
      </w:r>
      <w:proofErr w:type="spellEnd"/>
      <w:r w:rsidR="003618CE">
        <w:t xml:space="preserve"> </w:t>
      </w:r>
      <w:proofErr w:type="spellStart"/>
      <w:r w:rsidR="003618CE">
        <w:t>progresele</w:t>
      </w:r>
      <w:proofErr w:type="spellEnd"/>
      <w:r w:rsidR="003618CE">
        <w:t xml:space="preserve"> </w:t>
      </w:r>
      <w:proofErr w:type="spellStart"/>
      <w:r w:rsidR="003618CE">
        <w:t>înregistrate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îndeplinirea</w:t>
      </w:r>
      <w:proofErr w:type="spellEnd"/>
      <w:r w:rsidR="003618CE">
        <w:t xml:space="preserve"> </w:t>
      </w:r>
      <w:proofErr w:type="spellStart"/>
      <w:r w:rsidR="003618CE">
        <w:t>acestuia</w:t>
      </w:r>
      <w:proofErr w:type="spellEnd"/>
      <w:r w:rsidR="003618CE">
        <w:t xml:space="preserve">. </w:t>
      </w:r>
    </w:p>
    <w:p w14:paraId="67CFD763" w14:textId="77777777" w:rsidR="00D7593E" w:rsidRDefault="003618CE" w:rsidP="00D7593E">
      <w:pPr>
        <w:pStyle w:val="Default"/>
        <w:spacing w:line="276" w:lineRule="auto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se </w:t>
      </w:r>
      <w:proofErr w:type="spellStart"/>
      <w:r>
        <w:t>instituie</w:t>
      </w:r>
      <w:proofErr w:type="spellEnd"/>
      <w:r>
        <w:t xml:space="preserve">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principiului</w:t>
      </w:r>
      <w:proofErr w:type="spellEnd"/>
      <w:r>
        <w:t xml:space="preserve"> </w:t>
      </w:r>
      <w:proofErr w:type="spellStart"/>
      <w:r>
        <w:t>parteneriatului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guvernanței</w:t>
      </w:r>
      <w:proofErr w:type="spellEnd"/>
      <w:r>
        <w:t xml:space="preserve"> pe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niveluri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 8 din RDC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îndeplinește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40 din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. </w:t>
      </w:r>
    </w:p>
    <w:p w14:paraId="5750E8F2" w14:textId="1733FF2C" w:rsidR="00D7593E" w:rsidRDefault="003618CE" w:rsidP="00D7593E">
      <w:pPr>
        <w:pStyle w:val="Default"/>
        <w:spacing w:line="276" w:lineRule="auto"/>
        <w:jc w:val="both"/>
      </w:pPr>
      <w:proofErr w:type="spellStart"/>
      <w:r>
        <w:t>Ținând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 xml:space="preserve"> anterior</w:t>
      </w:r>
      <w:r w:rsidR="00D7593E">
        <w:t>,</w:t>
      </w:r>
      <w:r>
        <w:t xml:space="preserve"> </w:t>
      </w:r>
      <w:proofErr w:type="spellStart"/>
      <w:r>
        <w:t>instituția</w:t>
      </w:r>
      <w:proofErr w:type="spellEnd"/>
      <w:r>
        <w:t xml:space="preserve"> </w:t>
      </w:r>
      <w:proofErr w:type="spellStart"/>
      <w:r w:rsidR="00D7593E">
        <w:t>d</w:t>
      </w:r>
      <w:r>
        <w:t>umneavoastră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inclusă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CM PR</w:t>
      </w:r>
      <w:r w:rsidR="00D7593E">
        <w:t xml:space="preserve"> SV</w:t>
      </w:r>
      <w:r w:rsidR="003F56B7">
        <w:t xml:space="preserve">, ca </w:t>
      </w:r>
      <w:proofErr w:type="spellStart"/>
      <w:r w:rsidR="003F56B7">
        <w:t>membru</w:t>
      </w:r>
      <w:proofErr w:type="spellEnd"/>
      <w:r w:rsidR="003F56B7">
        <w:t xml:space="preserve"> </w:t>
      </w:r>
      <w:proofErr w:type="spellStart"/>
      <w:r w:rsidR="003F56B7">
        <w:t>observator</w:t>
      </w:r>
      <w:proofErr w:type="spellEnd"/>
      <w:r w:rsidR="003F56B7">
        <w:t xml:space="preserve">, </w:t>
      </w:r>
      <w:proofErr w:type="spellStart"/>
      <w:r w:rsidR="003F56B7">
        <w:t>fara</w:t>
      </w:r>
      <w:proofErr w:type="spellEnd"/>
      <w:r w:rsidR="003F56B7">
        <w:t xml:space="preserve"> </w:t>
      </w:r>
      <w:proofErr w:type="spellStart"/>
      <w:r w:rsidR="003F56B7">
        <w:t>drept</w:t>
      </w:r>
      <w:proofErr w:type="spellEnd"/>
      <w:r w:rsidR="003F56B7">
        <w:t xml:space="preserve"> de </w:t>
      </w:r>
      <w:proofErr w:type="spellStart"/>
      <w:r w:rsidR="003F56B7">
        <w:t>vot</w:t>
      </w:r>
      <w:proofErr w:type="spellEnd"/>
      <w:r>
        <w:t xml:space="preserve">. </w:t>
      </w:r>
    </w:p>
    <w:p w14:paraId="0B84620F" w14:textId="243134E2" w:rsidR="00D7593E" w:rsidRDefault="003618CE" w:rsidP="003F56B7">
      <w:pPr>
        <w:pStyle w:val="Default"/>
        <w:spacing w:line="276" w:lineRule="auto"/>
        <w:jc w:val="both"/>
        <w:rPr>
          <w:color w:val="FF0000"/>
        </w:rPr>
      </w:pP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sens</w:t>
      </w:r>
      <w:proofErr w:type="spellEnd"/>
      <w:r w:rsidR="00D7593E">
        <w:t>,</w:t>
      </w:r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desemnați</w:t>
      </w:r>
      <w:proofErr w:type="spellEnd"/>
      <w:r>
        <w:t xml:space="preserve"> 2 </w:t>
      </w:r>
      <w:proofErr w:type="spellStart"/>
      <w:r>
        <w:t>persoane</w:t>
      </w:r>
      <w:proofErr w:type="spellEnd"/>
      <w:r w:rsidR="00405CB2">
        <w:t xml:space="preserve">, cu </w:t>
      </w:r>
      <w:proofErr w:type="spellStart"/>
      <w:r w:rsidR="00405CB2">
        <w:t>functie</w:t>
      </w:r>
      <w:proofErr w:type="spellEnd"/>
      <w:r w:rsidR="00405CB2">
        <w:t xml:space="preserve"> de </w:t>
      </w:r>
      <w:proofErr w:type="spellStart"/>
      <w:r w:rsidR="00405CB2">
        <w:t>decizie</w:t>
      </w:r>
      <w:proofErr w:type="spellEnd"/>
      <w:r w:rsidR="00405CB2">
        <w:t>,</w:t>
      </w:r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facă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partenerial</w:t>
      </w:r>
      <w:proofErr w:type="spellEnd"/>
      <w:r>
        <w:t xml:space="preserve">: 1 </w:t>
      </w:r>
      <w:proofErr w:type="spellStart"/>
      <w:r>
        <w:t>membru</w:t>
      </w:r>
      <w:proofErr w:type="spellEnd"/>
      <w:r>
        <w:t xml:space="preserve"> titular </w:t>
      </w:r>
      <w:proofErr w:type="spellStart"/>
      <w:r>
        <w:t>și</w:t>
      </w:r>
      <w:proofErr w:type="spellEnd"/>
      <w:r>
        <w:t xml:space="preserve"> 1 </w:t>
      </w:r>
      <w:proofErr w:type="spellStart"/>
      <w:r>
        <w:t>membru</w:t>
      </w:r>
      <w:proofErr w:type="spellEnd"/>
      <w:r>
        <w:t xml:space="preserve"> </w:t>
      </w:r>
      <w:proofErr w:type="spellStart"/>
      <w:r>
        <w:t>supleant</w:t>
      </w:r>
      <w:proofErr w:type="spellEnd"/>
      <w:r w:rsidR="003F56B7">
        <w:t>.</w:t>
      </w:r>
    </w:p>
    <w:p w14:paraId="0B4D0204" w14:textId="26CFDF64" w:rsidR="00E113A3" w:rsidRDefault="003618CE" w:rsidP="00D7593E">
      <w:pPr>
        <w:pStyle w:val="Default"/>
        <w:spacing w:line="276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transmiteți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data de ............ la </w:t>
      </w:r>
      <w:proofErr w:type="spellStart"/>
      <w:r>
        <w:t>adresa</w:t>
      </w:r>
      <w:proofErr w:type="spellEnd"/>
      <w:r>
        <w:t xml:space="preserve"> de </w:t>
      </w:r>
      <w:proofErr w:type="gramStart"/>
      <w:r>
        <w:t>e-mail</w:t>
      </w:r>
      <w:r w:rsidR="00E113A3">
        <w:t xml:space="preserve">  office@adroltenia.ro</w:t>
      </w:r>
      <w:proofErr w:type="gramEnd"/>
      <w:r>
        <w:t xml:space="preserve"> </w:t>
      </w:r>
      <w:proofErr w:type="spellStart"/>
      <w:r>
        <w:t>următoarele</w:t>
      </w:r>
      <w:proofErr w:type="spellEnd"/>
      <w:r>
        <w:t xml:space="preserve"> date: </w:t>
      </w:r>
    </w:p>
    <w:p w14:paraId="51CE4007" w14:textId="62DA047C" w:rsidR="00E113A3" w:rsidRDefault="003618CE" w:rsidP="00D7593E">
      <w:pPr>
        <w:pStyle w:val="Default"/>
        <w:spacing w:line="276" w:lineRule="auto"/>
        <w:jc w:val="both"/>
      </w:pPr>
      <w:proofErr w:type="spellStart"/>
      <w:r>
        <w:t>Membru</w:t>
      </w:r>
      <w:proofErr w:type="spellEnd"/>
      <w:r>
        <w:t xml:space="preserve"> titular: </w:t>
      </w:r>
    </w:p>
    <w:p w14:paraId="60EAE61B" w14:textId="38D54A79" w:rsidR="00E113A3" w:rsidRDefault="00E113A3" w:rsidP="00D7593E">
      <w:pPr>
        <w:pStyle w:val="Default"/>
        <w:spacing w:line="276" w:lineRule="auto"/>
        <w:jc w:val="both"/>
      </w:pPr>
      <w:proofErr w:type="spellStart"/>
      <w:r>
        <w:t>Nume</w:t>
      </w:r>
      <w:proofErr w:type="spellEnd"/>
      <w:r>
        <w:t xml:space="preserve">, </w:t>
      </w:r>
      <w:proofErr w:type="spellStart"/>
      <w:r>
        <w:t>prenume</w:t>
      </w:r>
      <w:proofErr w:type="spellEnd"/>
      <w:r>
        <w:t>:</w:t>
      </w:r>
    </w:p>
    <w:p w14:paraId="6996E6B6" w14:textId="5E6D4EAB" w:rsidR="00E113A3" w:rsidRDefault="00E113A3" w:rsidP="00D7593E">
      <w:pPr>
        <w:pStyle w:val="Default"/>
        <w:spacing w:line="276" w:lineRule="auto"/>
        <w:jc w:val="both"/>
      </w:pPr>
      <w:proofErr w:type="spellStart"/>
      <w:r>
        <w:t>Funcție</w:t>
      </w:r>
      <w:proofErr w:type="spellEnd"/>
      <w:r>
        <w:t>:</w:t>
      </w:r>
    </w:p>
    <w:p w14:paraId="226FDFD9" w14:textId="2EF9F214" w:rsidR="00E113A3" w:rsidRDefault="00E113A3" w:rsidP="00D7593E">
      <w:pPr>
        <w:pStyle w:val="Default"/>
        <w:spacing w:line="276" w:lineRule="auto"/>
        <w:jc w:val="both"/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>:</w:t>
      </w:r>
    </w:p>
    <w:p w14:paraId="45C8BCF6" w14:textId="60BF0DC9" w:rsidR="00E113A3" w:rsidRDefault="00E113A3" w:rsidP="00D7593E">
      <w:pPr>
        <w:pStyle w:val="Default"/>
        <w:spacing w:line="276" w:lineRule="auto"/>
        <w:jc w:val="both"/>
      </w:pPr>
      <w:proofErr w:type="spellStart"/>
      <w:r>
        <w:t>Adresă</w:t>
      </w:r>
      <w:proofErr w:type="spellEnd"/>
      <w:r>
        <w:t xml:space="preserve"> de e-mail:</w:t>
      </w:r>
    </w:p>
    <w:p w14:paraId="3704F5D1" w14:textId="77777777" w:rsidR="00E113A3" w:rsidRDefault="003618CE" w:rsidP="00D7593E">
      <w:pPr>
        <w:pStyle w:val="Default"/>
        <w:spacing w:line="276" w:lineRule="auto"/>
        <w:jc w:val="both"/>
      </w:pPr>
      <w:proofErr w:type="spellStart"/>
      <w:r>
        <w:t>Membru</w:t>
      </w:r>
      <w:proofErr w:type="spellEnd"/>
      <w:r>
        <w:t xml:space="preserve"> </w:t>
      </w:r>
      <w:proofErr w:type="spellStart"/>
      <w:r>
        <w:t>supleant</w:t>
      </w:r>
      <w:proofErr w:type="spellEnd"/>
      <w:r>
        <w:t>:</w:t>
      </w:r>
    </w:p>
    <w:p w14:paraId="7EC4D60D" w14:textId="67A4DA1A" w:rsidR="00E113A3" w:rsidRDefault="00E113A3" w:rsidP="00D7593E">
      <w:pPr>
        <w:pStyle w:val="Default"/>
        <w:spacing w:line="276" w:lineRule="auto"/>
        <w:jc w:val="both"/>
      </w:pPr>
    </w:p>
    <w:p w14:paraId="2F51A7CC" w14:textId="77777777" w:rsidR="00E113A3" w:rsidRDefault="003618CE" w:rsidP="00D7593E">
      <w:pPr>
        <w:pStyle w:val="Default"/>
        <w:spacing w:line="276" w:lineRule="auto"/>
        <w:jc w:val="both"/>
      </w:pPr>
      <w:proofErr w:type="spellStart"/>
      <w:r>
        <w:t>Nume</w:t>
      </w:r>
      <w:proofErr w:type="spellEnd"/>
      <w:r>
        <w:t xml:space="preserve">, </w:t>
      </w:r>
      <w:proofErr w:type="spellStart"/>
      <w:r>
        <w:t>prenume</w:t>
      </w:r>
      <w:proofErr w:type="spellEnd"/>
      <w:r>
        <w:t>:</w:t>
      </w:r>
    </w:p>
    <w:p w14:paraId="26873607" w14:textId="3A50042B" w:rsidR="00E113A3" w:rsidRDefault="003618CE" w:rsidP="00D7593E">
      <w:pPr>
        <w:pStyle w:val="Default"/>
        <w:spacing w:line="276" w:lineRule="auto"/>
        <w:jc w:val="both"/>
      </w:pPr>
      <w:r>
        <w:t xml:space="preserve"> </w:t>
      </w:r>
      <w:proofErr w:type="spellStart"/>
      <w:r>
        <w:t>Funcție</w:t>
      </w:r>
      <w:proofErr w:type="spellEnd"/>
      <w:r>
        <w:t xml:space="preserve">: </w:t>
      </w:r>
    </w:p>
    <w:p w14:paraId="3FBE8E20" w14:textId="2ABCAE9A" w:rsidR="00E113A3" w:rsidRDefault="003618CE" w:rsidP="00D7593E">
      <w:pPr>
        <w:pStyle w:val="Default"/>
        <w:spacing w:line="276" w:lineRule="auto"/>
        <w:jc w:val="both"/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 xml:space="preserve">: </w:t>
      </w:r>
    </w:p>
    <w:p w14:paraId="524F3478" w14:textId="238320A4" w:rsidR="00A42A92" w:rsidRPr="00833DCE" w:rsidRDefault="003618CE" w:rsidP="00D7593E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>
        <w:t>Adresă</w:t>
      </w:r>
      <w:proofErr w:type="spellEnd"/>
      <w:r>
        <w:t xml:space="preserve"> de e-mail:</w:t>
      </w:r>
    </w:p>
    <w:p w14:paraId="072E3814" w14:textId="77777777" w:rsidR="00FE1EDD" w:rsidRPr="00833DCE" w:rsidRDefault="00FE1EDD" w:rsidP="00EB5128">
      <w:pPr>
        <w:autoSpaceDE w:val="0"/>
        <w:autoSpaceDN w:val="0"/>
        <w:adjustRightInd w:val="0"/>
        <w:spacing w:line="276" w:lineRule="auto"/>
        <w:rPr>
          <w:rFonts w:ascii="Trebuchet MS" w:hAnsi="Trebuchet MS"/>
          <w:sz w:val="22"/>
          <w:szCs w:val="22"/>
        </w:rPr>
      </w:pPr>
    </w:p>
    <w:p w14:paraId="697563C4" w14:textId="54EAAEA6" w:rsidR="00EA695B" w:rsidRPr="00833DCE" w:rsidRDefault="008F288D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t xml:space="preserve">Persoana de contact din partea ADR 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Sud</w:t>
      </w:r>
      <w:r w:rsidR="00903CF1" w:rsidRPr="00833DCE">
        <w:rPr>
          <w:rFonts w:ascii="Trebuchet MS" w:hAnsi="Trebuchet MS"/>
          <w:bCs/>
          <w:sz w:val="22"/>
          <w:szCs w:val="22"/>
          <w:lang w:val="ro-RO"/>
        </w:rPr>
        <w:t>-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Vest Oltenia</w:t>
      </w:r>
      <w:r w:rsidRPr="00833DCE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833DCE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903CF1" w:rsidRPr="00833DCE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7" w:history="1">
        <w:r w:rsidR="00EA695B" w:rsidRPr="00833DCE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4750241D" w:rsidR="00EA695B" w:rsidRPr="003618CE" w:rsidRDefault="003618CE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3618CE">
        <w:rPr>
          <w:rFonts w:ascii="Trebuchet MS" w:hAnsi="Trebuchet MS" w:cs="Arial"/>
          <w:sz w:val="22"/>
          <w:szCs w:val="22"/>
          <w:lang w:val="ro-RO"/>
        </w:rPr>
        <w:t>Cu deosebită considerație,</w:t>
      </w:r>
    </w:p>
    <w:p w14:paraId="0C90249D" w14:textId="17610B04" w:rsidR="008F288D" w:rsidRPr="00833DCE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700156A7" w14:textId="77777777" w:rsidR="00903CF1" w:rsidRPr="00833DCE" w:rsidRDefault="00903CF1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B88F0E" w14:textId="13E269CB" w:rsidR="00EA695B" w:rsidRPr="00833DCE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833DCE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DFFC46" w14:textId="77777777" w:rsidR="00FF5A43" w:rsidRDefault="00FF5A43" w:rsidP="00EB5128">
      <w:pPr>
        <w:spacing w:before="120" w:after="120" w:line="276" w:lineRule="auto"/>
        <w:jc w:val="both"/>
        <w:rPr>
          <w:rFonts w:ascii="Trebuchet MS" w:hAnsi="Trebuchet MS" w:cs="Arial"/>
          <w:lang w:val="ro-RO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AECF" w14:textId="77777777" w:rsidR="00A32087" w:rsidRDefault="00A3208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324BCCF2" w14:textId="77777777" w:rsidR="00A32087" w:rsidRDefault="00A3208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9E88" w14:textId="77777777" w:rsidR="00A32087" w:rsidRDefault="00A32087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500A2F69" w14:textId="77777777" w:rsidR="00A32087" w:rsidRDefault="00A32087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2111D"/>
    <w:rsid w:val="00037728"/>
    <w:rsid w:val="00044718"/>
    <w:rsid w:val="000470FD"/>
    <w:rsid w:val="00063AD2"/>
    <w:rsid w:val="00067C41"/>
    <w:rsid w:val="00091E16"/>
    <w:rsid w:val="000B0C1A"/>
    <w:rsid w:val="000C02AF"/>
    <w:rsid w:val="000D3772"/>
    <w:rsid w:val="00105BED"/>
    <w:rsid w:val="00106C4B"/>
    <w:rsid w:val="0011122F"/>
    <w:rsid w:val="00122B4E"/>
    <w:rsid w:val="0012771E"/>
    <w:rsid w:val="0013555E"/>
    <w:rsid w:val="00140692"/>
    <w:rsid w:val="001451FE"/>
    <w:rsid w:val="0015333A"/>
    <w:rsid w:val="00154D6D"/>
    <w:rsid w:val="00157254"/>
    <w:rsid w:val="00162BCE"/>
    <w:rsid w:val="001906D2"/>
    <w:rsid w:val="001931C2"/>
    <w:rsid w:val="001A150F"/>
    <w:rsid w:val="001A252F"/>
    <w:rsid w:val="001A402B"/>
    <w:rsid w:val="001A67F0"/>
    <w:rsid w:val="001C10AC"/>
    <w:rsid w:val="001C617E"/>
    <w:rsid w:val="00203F2F"/>
    <w:rsid w:val="00204C6F"/>
    <w:rsid w:val="00221E5D"/>
    <w:rsid w:val="0022229D"/>
    <w:rsid w:val="00241350"/>
    <w:rsid w:val="00242450"/>
    <w:rsid w:val="00243191"/>
    <w:rsid w:val="00243C26"/>
    <w:rsid w:val="00244136"/>
    <w:rsid w:val="002573EF"/>
    <w:rsid w:val="00260DEC"/>
    <w:rsid w:val="00282008"/>
    <w:rsid w:val="00287EC2"/>
    <w:rsid w:val="00293831"/>
    <w:rsid w:val="002D78EF"/>
    <w:rsid w:val="002F4852"/>
    <w:rsid w:val="00325E64"/>
    <w:rsid w:val="003310E0"/>
    <w:rsid w:val="003437E7"/>
    <w:rsid w:val="003438EC"/>
    <w:rsid w:val="00355CDA"/>
    <w:rsid w:val="003618CE"/>
    <w:rsid w:val="00364C33"/>
    <w:rsid w:val="00366177"/>
    <w:rsid w:val="00370A9D"/>
    <w:rsid w:val="00390502"/>
    <w:rsid w:val="00396A6B"/>
    <w:rsid w:val="003B7C64"/>
    <w:rsid w:val="003C24CA"/>
    <w:rsid w:val="003D12B0"/>
    <w:rsid w:val="003E73D7"/>
    <w:rsid w:val="003F3B9B"/>
    <w:rsid w:val="003F56B7"/>
    <w:rsid w:val="003F6038"/>
    <w:rsid w:val="00405CB2"/>
    <w:rsid w:val="00406D65"/>
    <w:rsid w:val="004138D3"/>
    <w:rsid w:val="0041742D"/>
    <w:rsid w:val="004303BF"/>
    <w:rsid w:val="00431D6F"/>
    <w:rsid w:val="00445C47"/>
    <w:rsid w:val="00446300"/>
    <w:rsid w:val="004577AF"/>
    <w:rsid w:val="0047662B"/>
    <w:rsid w:val="004C5419"/>
    <w:rsid w:val="004E1FE3"/>
    <w:rsid w:val="004E33D6"/>
    <w:rsid w:val="004E42DF"/>
    <w:rsid w:val="004F043E"/>
    <w:rsid w:val="00505EDA"/>
    <w:rsid w:val="0051347B"/>
    <w:rsid w:val="00530D31"/>
    <w:rsid w:val="005470C4"/>
    <w:rsid w:val="00555B26"/>
    <w:rsid w:val="00562118"/>
    <w:rsid w:val="005742C1"/>
    <w:rsid w:val="005777DD"/>
    <w:rsid w:val="005A6179"/>
    <w:rsid w:val="005A6510"/>
    <w:rsid w:val="005C461C"/>
    <w:rsid w:val="006116A0"/>
    <w:rsid w:val="00611771"/>
    <w:rsid w:val="00620B71"/>
    <w:rsid w:val="00630838"/>
    <w:rsid w:val="006327D3"/>
    <w:rsid w:val="00651DC4"/>
    <w:rsid w:val="00653267"/>
    <w:rsid w:val="00692BA8"/>
    <w:rsid w:val="006A5A26"/>
    <w:rsid w:val="006D519F"/>
    <w:rsid w:val="006F5039"/>
    <w:rsid w:val="006F50AF"/>
    <w:rsid w:val="00701292"/>
    <w:rsid w:val="00710001"/>
    <w:rsid w:val="00735974"/>
    <w:rsid w:val="00747C62"/>
    <w:rsid w:val="0075244A"/>
    <w:rsid w:val="0078163A"/>
    <w:rsid w:val="00784479"/>
    <w:rsid w:val="00797D64"/>
    <w:rsid w:val="007A12B1"/>
    <w:rsid w:val="007E023B"/>
    <w:rsid w:val="007E4706"/>
    <w:rsid w:val="007E47F9"/>
    <w:rsid w:val="00803412"/>
    <w:rsid w:val="00830DEA"/>
    <w:rsid w:val="00833DCE"/>
    <w:rsid w:val="00861BCA"/>
    <w:rsid w:val="00896FCB"/>
    <w:rsid w:val="00897EAD"/>
    <w:rsid w:val="008A304D"/>
    <w:rsid w:val="008A37A6"/>
    <w:rsid w:val="008A72F0"/>
    <w:rsid w:val="008B637D"/>
    <w:rsid w:val="008D6212"/>
    <w:rsid w:val="008F288D"/>
    <w:rsid w:val="00903CF1"/>
    <w:rsid w:val="00903EF5"/>
    <w:rsid w:val="00916C71"/>
    <w:rsid w:val="00922283"/>
    <w:rsid w:val="009278DB"/>
    <w:rsid w:val="00947094"/>
    <w:rsid w:val="00955D2E"/>
    <w:rsid w:val="00965F25"/>
    <w:rsid w:val="00991E1D"/>
    <w:rsid w:val="00996EC4"/>
    <w:rsid w:val="009A57EB"/>
    <w:rsid w:val="009A6D78"/>
    <w:rsid w:val="009E2F83"/>
    <w:rsid w:val="009E4A7B"/>
    <w:rsid w:val="009F4A4A"/>
    <w:rsid w:val="00A0001C"/>
    <w:rsid w:val="00A049BC"/>
    <w:rsid w:val="00A10F91"/>
    <w:rsid w:val="00A31BFE"/>
    <w:rsid w:val="00A32087"/>
    <w:rsid w:val="00A42A92"/>
    <w:rsid w:val="00A43C90"/>
    <w:rsid w:val="00A44BBE"/>
    <w:rsid w:val="00A74657"/>
    <w:rsid w:val="00A74FF0"/>
    <w:rsid w:val="00AB03AC"/>
    <w:rsid w:val="00AB525A"/>
    <w:rsid w:val="00AB7976"/>
    <w:rsid w:val="00AC54C3"/>
    <w:rsid w:val="00AD63A5"/>
    <w:rsid w:val="00AE3BB2"/>
    <w:rsid w:val="00AF01B7"/>
    <w:rsid w:val="00B04333"/>
    <w:rsid w:val="00B104E0"/>
    <w:rsid w:val="00B22F01"/>
    <w:rsid w:val="00B30CCF"/>
    <w:rsid w:val="00B50028"/>
    <w:rsid w:val="00B50CFB"/>
    <w:rsid w:val="00B63B70"/>
    <w:rsid w:val="00B66D3E"/>
    <w:rsid w:val="00B74C3D"/>
    <w:rsid w:val="00BA488F"/>
    <w:rsid w:val="00BD0078"/>
    <w:rsid w:val="00BD5529"/>
    <w:rsid w:val="00C049DD"/>
    <w:rsid w:val="00C07709"/>
    <w:rsid w:val="00C126AF"/>
    <w:rsid w:val="00C26E0D"/>
    <w:rsid w:val="00C37ADE"/>
    <w:rsid w:val="00C61A4A"/>
    <w:rsid w:val="00C6588F"/>
    <w:rsid w:val="00C66122"/>
    <w:rsid w:val="00CD7432"/>
    <w:rsid w:val="00CE5949"/>
    <w:rsid w:val="00CE6351"/>
    <w:rsid w:val="00CF44FA"/>
    <w:rsid w:val="00D02DAF"/>
    <w:rsid w:val="00D04191"/>
    <w:rsid w:val="00D20011"/>
    <w:rsid w:val="00D2018D"/>
    <w:rsid w:val="00D4226D"/>
    <w:rsid w:val="00D43ED1"/>
    <w:rsid w:val="00D531E3"/>
    <w:rsid w:val="00D64F23"/>
    <w:rsid w:val="00D70D32"/>
    <w:rsid w:val="00D7593E"/>
    <w:rsid w:val="00D80286"/>
    <w:rsid w:val="00D81A49"/>
    <w:rsid w:val="00D911A4"/>
    <w:rsid w:val="00D915B3"/>
    <w:rsid w:val="00D95C89"/>
    <w:rsid w:val="00DA6972"/>
    <w:rsid w:val="00DF1DDD"/>
    <w:rsid w:val="00DF3BEA"/>
    <w:rsid w:val="00E113A3"/>
    <w:rsid w:val="00E51EB0"/>
    <w:rsid w:val="00E524E9"/>
    <w:rsid w:val="00E56FF4"/>
    <w:rsid w:val="00E62AB9"/>
    <w:rsid w:val="00E8362B"/>
    <w:rsid w:val="00E939A7"/>
    <w:rsid w:val="00E9675E"/>
    <w:rsid w:val="00EA695B"/>
    <w:rsid w:val="00EB50B3"/>
    <w:rsid w:val="00EB5128"/>
    <w:rsid w:val="00F37CD4"/>
    <w:rsid w:val="00FC19A8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DA6972"/>
    <w:rPr>
      <w:rFonts w:ascii="Arial" w:hAnsi="Arial"/>
      <w:b/>
      <w:sz w:val="24"/>
      <w:lang w:val="ro-RO" w:eastAsia="ro-RO"/>
    </w:rPr>
  </w:style>
  <w:style w:type="paragraph" w:styleId="Revision">
    <w:name w:val="Revision"/>
    <w:hidden/>
    <w:uiPriority w:val="99"/>
    <w:semiHidden/>
    <w:rsid w:val="00D7593E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gda.lungu@adrolteni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2232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8</cp:revision>
  <cp:lastPrinted>2017-10-18T09:38:00Z</cp:lastPrinted>
  <dcterms:created xsi:type="dcterms:W3CDTF">2022-10-28T07:37:00Z</dcterms:created>
  <dcterms:modified xsi:type="dcterms:W3CDTF">2022-11-02T09:36:00Z</dcterms:modified>
</cp:coreProperties>
</file>